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BC3137">
        <w:rPr>
          <w:rFonts w:ascii="Corbel" w:hAnsi="Corbel"/>
          <w:i/>
          <w:smallCaps/>
          <w:sz w:val="24"/>
          <w:szCs w:val="24"/>
        </w:rPr>
        <w:t>2020</w:t>
      </w:r>
      <w:r w:rsidR="00015EF4" w:rsidRPr="00D2002D">
        <w:rPr>
          <w:rFonts w:ascii="Corbel" w:hAnsi="Corbel"/>
          <w:i/>
          <w:smallCaps/>
          <w:sz w:val="24"/>
          <w:szCs w:val="24"/>
        </w:rPr>
        <w:t>-202</w:t>
      </w:r>
      <w:r w:rsidR="00BC3137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BC3137" w:rsidRDefault="00445970" w:rsidP="00BC31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BC3137">
        <w:rPr>
          <w:rFonts w:ascii="Corbel" w:hAnsi="Corbel"/>
          <w:sz w:val="20"/>
          <w:szCs w:val="20"/>
        </w:rPr>
        <w:t>2020/2021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E86D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E86D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0208A" w:rsidRDefault="0080208A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80208A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00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356A6E" w:rsidRPr="00356A6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dyslalii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 K., Vademecum logopedyczne, Poznań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 K., Wprowadzenie do zagadnień logopedii wieku rozwojowego,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 K. E., Profilaktyka zaburzeń mowy. Przewodnik dla rodziców,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Gunia G., Lechta V., Wprowadzenie do logopedii, Kraków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Kaczorowska-Bray K., (red.) Biomedyczne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Kaczorowska-Bray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 E. M., Komunikacja, mowa,</w:t>
            </w:r>
            <w:r w:rsidR="00CE0BC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Nowak J., Wybrane problemy logopedyczne, Warszawa 1993.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Sachajska E., Uczymy poprawnej wymowy, Warszawa 1992.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  <w:p w:rsidR="00B27B87" w:rsidRPr="00B27B87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Styczek I., Logopedia, Warszawa 1979.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CE0BC8" w:rsidRPr="007E3BA2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Datkun-Czerniak K. Logopedia. Jak usprawniać mowę dziecka, Warszawa 2004.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Kaczmarek L., Nasze dziecko uczy się mówić, Lublin 1982.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7E3BA2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Stecko E., Wczesne rozpoznawanie i leczenie zaburzeń mowy, Lublin 1991.</w:t>
            </w:r>
          </w:p>
          <w:p w:rsidR="004603C9" w:rsidRPr="007E3BA2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63" w:rsidRDefault="00BE1363" w:rsidP="00C16ABF">
      <w:pPr>
        <w:spacing w:after="0" w:line="240" w:lineRule="auto"/>
      </w:pPr>
      <w:r>
        <w:separator/>
      </w:r>
    </w:p>
  </w:endnote>
  <w:endnote w:type="continuationSeparator" w:id="0">
    <w:p w:rsidR="00BE1363" w:rsidRDefault="00BE13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63" w:rsidRDefault="00BE1363" w:rsidP="00C16ABF">
      <w:pPr>
        <w:spacing w:after="0" w:line="240" w:lineRule="auto"/>
      </w:pPr>
      <w:r>
        <w:separator/>
      </w:r>
    </w:p>
  </w:footnote>
  <w:footnote w:type="continuationSeparator" w:id="0">
    <w:p w:rsidR="00BE1363" w:rsidRDefault="00BE13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53DC3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2877"/>
    <w:rsid w:val="002572DF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56A6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4F64F0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B536B"/>
    <w:rsid w:val="007C3299"/>
    <w:rsid w:val="007C3BCC"/>
    <w:rsid w:val="007C4546"/>
    <w:rsid w:val="007D6E56"/>
    <w:rsid w:val="007E3BA2"/>
    <w:rsid w:val="007F1652"/>
    <w:rsid w:val="007F3C5C"/>
    <w:rsid w:val="007F4155"/>
    <w:rsid w:val="0080208A"/>
    <w:rsid w:val="0081554D"/>
    <w:rsid w:val="0081707E"/>
    <w:rsid w:val="008449B3"/>
    <w:rsid w:val="0085747A"/>
    <w:rsid w:val="008734B6"/>
    <w:rsid w:val="0088485B"/>
    <w:rsid w:val="00884922"/>
    <w:rsid w:val="00885F64"/>
    <w:rsid w:val="008917F9"/>
    <w:rsid w:val="008A45F7"/>
    <w:rsid w:val="008B08E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A6A"/>
    <w:rsid w:val="00904AD6"/>
    <w:rsid w:val="00916188"/>
    <w:rsid w:val="00920833"/>
    <w:rsid w:val="00923D7D"/>
    <w:rsid w:val="009508DF"/>
    <w:rsid w:val="00950DAC"/>
    <w:rsid w:val="0095176F"/>
    <w:rsid w:val="00954A07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038F1"/>
    <w:rsid w:val="00A155EE"/>
    <w:rsid w:val="00A20821"/>
    <w:rsid w:val="00A2245B"/>
    <w:rsid w:val="00A259EB"/>
    <w:rsid w:val="00A30110"/>
    <w:rsid w:val="00A320BC"/>
    <w:rsid w:val="00A36899"/>
    <w:rsid w:val="00A371F6"/>
    <w:rsid w:val="00A43BF6"/>
    <w:rsid w:val="00A53FA5"/>
    <w:rsid w:val="00A54817"/>
    <w:rsid w:val="00A601C8"/>
    <w:rsid w:val="00A60799"/>
    <w:rsid w:val="00A84C85"/>
    <w:rsid w:val="00A957F7"/>
    <w:rsid w:val="00A97DE1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C3137"/>
    <w:rsid w:val="00BD3869"/>
    <w:rsid w:val="00BD66E9"/>
    <w:rsid w:val="00BD6FF4"/>
    <w:rsid w:val="00BE1363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ED"/>
    <w:rsid w:val="00D02B25"/>
    <w:rsid w:val="00D02EBA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F12"/>
    <w:rsid w:val="00E51E44"/>
    <w:rsid w:val="00E53282"/>
    <w:rsid w:val="00E62C5D"/>
    <w:rsid w:val="00E63348"/>
    <w:rsid w:val="00E77E88"/>
    <w:rsid w:val="00E8107D"/>
    <w:rsid w:val="00E85A3A"/>
    <w:rsid w:val="00E86D7A"/>
    <w:rsid w:val="00E960BB"/>
    <w:rsid w:val="00EA2074"/>
    <w:rsid w:val="00EA32AE"/>
    <w:rsid w:val="00EA4832"/>
    <w:rsid w:val="00EA4E9D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1C25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1DCE9-BDBB-49C5-BD6C-EA8302AE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1092</Words>
  <Characters>6552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2020-10-14T11:34:00Z</cp:lastPrinted>
  <dcterms:created xsi:type="dcterms:W3CDTF">2019-11-12T14:33:00Z</dcterms:created>
  <dcterms:modified xsi:type="dcterms:W3CDTF">2021-10-01T09:26:00Z</dcterms:modified>
</cp:coreProperties>
</file>